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0D" w:rsidRDefault="00A1146A" w:rsidP="00D37752">
      <w:pPr>
        <w:pStyle w:val="10"/>
      </w:pPr>
      <w:r>
        <w:rPr>
          <w:noProof/>
        </w:rPr>
        <w:drawing>
          <wp:inline distT="0" distB="0" distL="0" distR="0">
            <wp:extent cx="594360" cy="68580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AA5">
        <w:tab/>
      </w:r>
    </w:p>
    <w:p w:rsidR="00113AD4" w:rsidRPr="00F016CE" w:rsidRDefault="00113AD4" w:rsidP="00D37752">
      <w:pPr>
        <w:pStyle w:val="10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Муниципальное образование</w:t>
      </w:r>
    </w:p>
    <w:p w:rsidR="001745CE" w:rsidRPr="00F016CE" w:rsidRDefault="008174A3" w:rsidP="00D37752">
      <w:pPr>
        <w:pStyle w:val="10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«</w:t>
      </w:r>
      <w:r w:rsidR="001745CE" w:rsidRPr="00F016CE">
        <w:rPr>
          <w:rFonts w:ascii="Times New Roman" w:hAnsi="Times New Roman"/>
          <w:sz w:val="44"/>
          <w:szCs w:val="44"/>
        </w:rPr>
        <w:t>Городское поселение</w:t>
      </w:r>
    </w:p>
    <w:p w:rsidR="00113AD4" w:rsidRPr="00F016CE" w:rsidRDefault="008174A3" w:rsidP="00D37752">
      <w:pPr>
        <w:pStyle w:val="10"/>
        <w:rPr>
          <w:rFonts w:ascii="Times New Roman" w:hAnsi="Times New Roman"/>
          <w:sz w:val="44"/>
          <w:szCs w:val="44"/>
        </w:rPr>
      </w:pPr>
      <w:r w:rsidRPr="00F016CE">
        <w:rPr>
          <w:rFonts w:ascii="Times New Roman" w:hAnsi="Times New Roman"/>
          <w:sz w:val="44"/>
          <w:szCs w:val="44"/>
        </w:rPr>
        <w:t>г</w:t>
      </w:r>
      <w:r w:rsidR="001745CE" w:rsidRPr="00F016CE">
        <w:rPr>
          <w:rFonts w:ascii="Times New Roman" w:hAnsi="Times New Roman"/>
          <w:sz w:val="44"/>
          <w:szCs w:val="44"/>
        </w:rPr>
        <w:t>ород Юхнов»</w:t>
      </w:r>
    </w:p>
    <w:p w:rsidR="00113AD4" w:rsidRPr="00F016CE" w:rsidRDefault="00113AD4" w:rsidP="00D37752">
      <w:pPr>
        <w:pStyle w:val="1"/>
        <w:rPr>
          <w:rFonts w:ascii="Times New Roman" w:hAnsi="Times New Roman"/>
          <w:sz w:val="28"/>
          <w:szCs w:val="28"/>
        </w:rPr>
      </w:pPr>
      <w:r w:rsidRPr="00F016CE">
        <w:rPr>
          <w:rFonts w:ascii="Times New Roman" w:hAnsi="Times New Roman"/>
          <w:sz w:val="28"/>
          <w:szCs w:val="28"/>
        </w:rPr>
        <w:t>Калужской области</w:t>
      </w:r>
    </w:p>
    <w:p w:rsidR="001745CE" w:rsidRPr="00F016CE" w:rsidRDefault="001745CE" w:rsidP="00D37752">
      <w:pPr>
        <w:jc w:val="center"/>
      </w:pPr>
    </w:p>
    <w:p w:rsidR="00113AD4" w:rsidRPr="00A1146A" w:rsidRDefault="001745CE" w:rsidP="00D37752">
      <w:pPr>
        <w:pStyle w:val="3"/>
        <w:rPr>
          <w:rFonts w:ascii="Times New Roman" w:hAnsi="Times New Roman"/>
          <w:spacing w:val="60"/>
          <w:sz w:val="52"/>
          <w:szCs w:val="52"/>
        </w:rPr>
      </w:pPr>
      <w:r w:rsidRPr="00A1146A">
        <w:rPr>
          <w:rFonts w:ascii="Times New Roman" w:hAnsi="Times New Roman"/>
          <w:spacing w:val="60"/>
          <w:sz w:val="52"/>
          <w:szCs w:val="52"/>
        </w:rPr>
        <w:t>Р</w:t>
      </w:r>
      <w:r w:rsidR="00113AD4" w:rsidRPr="00A1146A">
        <w:rPr>
          <w:rFonts w:ascii="Times New Roman" w:hAnsi="Times New Roman"/>
          <w:spacing w:val="60"/>
          <w:sz w:val="52"/>
          <w:szCs w:val="52"/>
        </w:rPr>
        <w:t>ЕШЕНИЕ</w:t>
      </w:r>
    </w:p>
    <w:p w:rsidR="008174A3" w:rsidRPr="00F016CE" w:rsidRDefault="008174A3" w:rsidP="00D37752">
      <w:pPr>
        <w:jc w:val="center"/>
        <w:rPr>
          <w:sz w:val="44"/>
          <w:szCs w:val="44"/>
        </w:rPr>
      </w:pPr>
      <w:r w:rsidRPr="00F016CE">
        <w:rPr>
          <w:sz w:val="44"/>
          <w:szCs w:val="44"/>
        </w:rPr>
        <w:t>Городской Думы</w:t>
      </w:r>
    </w:p>
    <w:p w:rsidR="00113AD4" w:rsidRPr="00A1146A" w:rsidRDefault="00113AD4" w:rsidP="00EF6E6F">
      <w:pPr>
        <w:jc w:val="center"/>
        <w:rPr>
          <w:b/>
          <w:sz w:val="16"/>
        </w:rPr>
      </w:pPr>
    </w:p>
    <w:p w:rsidR="00113AD4" w:rsidRPr="00F016CE" w:rsidRDefault="00113AD4" w:rsidP="00EF6E6F">
      <w:pPr>
        <w:pBdr>
          <w:bottom w:val="double" w:sz="6" w:space="1" w:color="auto"/>
        </w:pBdr>
        <w:jc w:val="center"/>
        <w:rPr>
          <w:sz w:val="28"/>
        </w:rPr>
      </w:pPr>
    </w:p>
    <w:p w:rsidR="00113AD4" w:rsidRPr="00F016CE" w:rsidRDefault="00113AD4" w:rsidP="004C09D7">
      <w:pPr>
        <w:rPr>
          <w:b/>
          <w:sz w:val="28"/>
        </w:rPr>
      </w:pPr>
    </w:p>
    <w:p w:rsidR="00BA76A2" w:rsidRDefault="00A22FE5">
      <w:pPr>
        <w:jc w:val="both"/>
        <w:rPr>
          <w:b/>
        </w:rPr>
      </w:pPr>
      <w:r>
        <w:rPr>
          <w:b/>
        </w:rPr>
        <w:t>о</w:t>
      </w:r>
      <w:r w:rsidR="004C09D7" w:rsidRPr="00D210EC">
        <w:rPr>
          <w:b/>
        </w:rPr>
        <w:t>т</w:t>
      </w:r>
      <w:r>
        <w:rPr>
          <w:b/>
        </w:rPr>
        <w:t xml:space="preserve"> 28 декабря </w:t>
      </w:r>
      <w:r w:rsidR="008174A3" w:rsidRPr="00D210EC">
        <w:rPr>
          <w:b/>
        </w:rPr>
        <w:t>20</w:t>
      </w:r>
      <w:r w:rsidR="00191D15">
        <w:rPr>
          <w:b/>
        </w:rPr>
        <w:t>2</w:t>
      </w:r>
      <w:r w:rsidR="002A4B3E">
        <w:rPr>
          <w:b/>
        </w:rPr>
        <w:t>2</w:t>
      </w:r>
      <w:r w:rsidR="008174A3" w:rsidRPr="00D210EC">
        <w:rPr>
          <w:b/>
        </w:rPr>
        <w:t xml:space="preserve"> года</w:t>
      </w:r>
      <w:r w:rsidR="00113AD4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 w:rsidR="008174A3" w:rsidRPr="00D210EC">
        <w:rPr>
          <w:b/>
        </w:rPr>
        <w:tab/>
      </w:r>
      <w:r>
        <w:rPr>
          <w:b/>
        </w:rPr>
        <w:t xml:space="preserve">                                                 </w:t>
      </w:r>
      <w:r w:rsidR="00113AD4" w:rsidRPr="00D210EC">
        <w:rPr>
          <w:b/>
        </w:rPr>
        <w:t xml:space="preserve">№  </w:t>
      </w:r>
      <w:r>
        <w:rPr>
          <w:b/>
        </w:rPr>
        <w:t>110</w:t>
      </w:r>
    </w:p>
    <w:p w:rsidR="00876534" w:rsidRPr="00061144" w:rsidRDefault="00876534">
      <w:pPr>
        <w:jc w:val="both"/>
        <w:rPr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4"/>
      </w:tblGrid>
      <w:tr w:rsidR="00113AD4" w:rsidRPr="00061144" w:rsidTr="005A2234">
        <w:trPr>
          <w:trHeight w:val="489"/>
        </w:trPr>
        <w:tc>
          <w:tcPr>
            <w:tcW w:w="5274" w:type="dxa"/>
            <w:tcBorders>
              <w:top w:val="nil"/>
              <w:left w:val="nil"/>
              <w:bottom w:val="nil"/>
              <w:right w:val="nil"/>
            </w:tcBorders>
          </w:tcPr>
          <w:p w:rsidR="00BE0525" w:rsidRDefault="00BE0525" w:rsidP="000C5F2C">
            <w:pPr>
              <w:ind w:right="-5"/>
              <w:jc w:val="both"/>
              <w:rPr>
                <w:b/>
              </w:rPr>
            </w:pPr>
          </w:p>
          <w:p w:rsidR="00113AD4" w:rsidRPr="00061144" w:rsidRDefault="001428CB" w:rsidP="00F2732A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 xml:space="preserve">   О внесении </w:t>
            </w:r>
            <w:r w:rsidR="00A22FE5">
              <w:rPr>
                <w:b/>
              </w:rPr>
              <w:t xml:space="preserve"> </w:t>
            </w:r>
            <w:r>
              <w:rPr>
                <w:b/>
              </w:rPr>
              <w:t>изменений</w:t>
            </w:r>
            <w:r w:rsidR="00A22FE5">
              <w:rPr>
                <w:b/>
              </w:rPr>
              <w:t xml:space="preserve"> </w:t>
            </w:r>
            <w:r>
              <w:rPr>
                <w:b/>
              </w:rPr>
              <w:t xml:space="preserve"> в решение горо</w:t>
            </w:r>
            <w:r>
              <w:rPr>
                <w:b/>
              </w:rPr>
              <w:t>д</w:t>
            </w:r>
            <w:r>
              <w:rPr>
                <w:b/>
              </w:rPr>
              <w:t xml:space="preserve">ской думы МО ГП «город Юхнов» от  </w:t>
            </w:r>
            <w:r w:rsidR="00191D15">
              <w:rPr>
                <w:b/>
              </w:rPr>
              <w:t>1</w:t>
            </w:r>
            <w:r w:rsidR="005A2234">
              <w:rPr>
                <w:b/>
              </w:rPr>
              <w:t>6 д</w:t>
            </w:r>
            <w:r w:rsidR="005A2234">
              <w:rPr>
                <w:b/>
              </w:rPr>
              <w:t>е</w:t>
            </w:r>
            <w:r w:rsidR="005A2234">
              <w:rPr>
                <w:b/>
              </w:rPr>
              <w:t>кабря 202</w:t>
            </w:r>
            <w:r w:rsidR="00F2732A">
              <w:rPr>
                <w:b/>
              </w:rPr>
              <w:t>1</w:t>
            </w:r>
            <w:r>
              <w:rPr>
                <w:b/>
              </w:rPr>
              <w:t xml:space="preserve"> года  № </w:t>
            </w:r>
            <w:r w:rsidR="00547C29">
              <w:rPr>
                <w:b/>
              </w:rPr>
              <w:t>66</w:t>
            </w:r>
            <w:r>
              <w:rPr>
                <w:b/>
              </w:rPr>
              <w:t xml:space="preserve"> «О бюджете муниц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пального образования «Городское поселение город Юхнов» на </w:t>
            </w:r>
            <w:bookmarkStart w:id="0" w:name="_Hlk504644487"/>
            <w:r w:rsidR="00191D15">
              <w:rPr>
                <w:b/>
              </w:rPr>
              <w:t>202</w:t>
            </w:r>
            <w:r w:rsidR="00547C29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  <w:r w:rsidR="0047369E">
              <w:rPr>
                <w:b/>
              </w:rPr>
              <w:t xml:space="preserve"> и на плановый п</w:t>
            </w:r>
            <w:r w:rsidR="0047369E">
              <w:rPr>
                <w:b/>
              </w:rPr>
              <w:t>е</w:t>
            </w:r>
            <w:r w:rsidR="0047369E">
              <w:rPr>
                <w:b/>
              </w:rPr>
              <w:t>риод 202</w:t>
            </w:r>
            <w:r w:rsidR="00547C29">
              <w:rPr>
                <w:b/>
              </w:rPr>
              <w:t>3</w:t>
            </w:r>
            <w:r w:rsidR="00C30B82">
              <w:rPr>
                <w:b/>
              </w:rPr>
              <w:t xml:space="preserve"> и 202</w:t>
            </w:r>
            <w:r w:rsidR="00547C29">
              <w:rPr>
                <w:b/>
              </w:rPr>
              <w:t>4</w:t>
            </w:r>
            <w:r w:rsidR="00C30B82">
              <w:rPr>
                <w:b/>
              </w:rPr>
              <w:t xml:space="preserve"> годов»</w:t>
            </w:r>
            <w:bookmarkEnd w:id="0"/>
          </w:p>
        </w:tc>
      </w:tr>
    </w:tbl>
    <w:p w:rsidR="00113AD4" w:rsidRDefault="00113AD4" w:rsidP="00E54DB2">
      <w:pPr>
        <w:ind w:right="-5"/>
        <w:jc w:val="both"/>
      </w:pPr>
    </w:p>
    <w:p w:rsidR="00C454AC" w:rsidRPr="00061144" w:rsidRDefault="00C454AC" w:rsidP="00E54DB2">
      <w:pPr>
        <w:ind w:right="-5"/>
        <w:jc w:val="both"/>
      </w:pPr>
    </w:p>
    <w:p w:rsidR="00325EDC" w:rsidRDefault="00325EDC" w:rsidP="00325EDC">
      <w:pPr>
        <w:ind w:right="-5"/>
        <w:jc w:val="both"/>
      </w:pPr>
      <w:r>
        <w:t>В соответствии  с Бюджетным Кодексом  Российской Федерации, Положением «О бю</w:t>
      </w:r>
      <w:r>
        <w:t>д</w:t>
      </w:r>
      <w:r>
        <w:t>жетном процессе в муниципальном образовании «Городское поселение город Юхнов» г</w:t>
      </w:r>
      <w:r>
        <w:t>о</w:t>
      </w:r>
      <w:r>
        <w:t>родская  дума</w:t>
      </w:r>
      <w:proofErr w:type="gramStart"/>
      <w:r>
        <w:t xml:space="preserve">  </w:t>
      </w:r>
      <w:r>
        <w:rPr>
          <w:b/>
        </w:rPr>
        <w:t>Р</w:t>
      </w:r>
      <w:proofErr w:type="gramEnd"/>
      <w:r>
        <w:rPr>
          <w:b/>
        </w:rPr>
        <w:t>ешила:</w:t>
      </w:r>
    </w:p>
    <w:p w:rsidR="00321105" w:rsidRDefault="00325EDC" w:rsidP="00321105">
      <w:pPr>
        <w:ind w:right="-5"/>
        <w:jc w:val="both"/>
      </w:pPr>
      <w:r>
        <w:t xml:space="preserve">    внести в Решение городской думы муниципального образования «Городское поселение город Юхнов» от </w:t>
      </w:r>
      <w:r w:rsidR="00191D15">
        <w:t>1</w:t>
      </w:r>
      <w:r w:rsidR="005A2234">
        <w:t>6</w:t>
      </w:r>
      <w:r>
        <w:t xml:space="preserve"> декабря 20</w:t>
      </w:r>
      <w:r w:rsidR="005A2234">
        <w:t>2</w:t>
      </w:r>
      <w:r w:rsidR="00F2732A">
        <w:t>1</w:t>
      </w:r>
      <w:r>
        <w:t xml:space="preserve">года № </w:t>
      </w:r>
      <w:r w:rsidR="00547C29">
        <w:t>66</w:t>
      </w:r>
      <w:r>
        <w:t xml:space="preserve"> «О бюджете муниципального образования «Городское поселение город Юхнов» на </w:t>
      </w:r>
      <w:bookmarkStart w:id="1" w:name="_Hlk504645855"/>
      <w:r w:rsidR="00C30B82" w:rsidRPr="00C30B82">
        <w:t>20</w:t>
      </w:r>
      <w:r w:rsidR="00191D15">
        <w:t>2</w:t>
      </w:r>
      <w:r w:rsidR="00547C29">
        <w:t>2</w:t>
      </w:r>
      <w:r w:rsidR="0047369E">
        <w:t xml:space="preserve"> год и на плановый период 202</w:t>
      </w:r>
      <w:r w:rsidR="00547C29">
        <w:t>3</w:t>
      </w:r>
      <w:r w:rsidR="00C30B82" w:rsidRPr="00C30B82">
        <w:t xml:space="preserve"> и 202</w:t>
      </w:r>
      <w:r w:rsidR="00547C29">
        <w:t>4</w:t>
      </w:r>
      <w:r w:rsidR="005A2234">
        <w:t xml:space="preserve"> г</w:t>
      </w:r>
      <w:r w:rsidR="005A2234">
        <w:t>о</w:t>
      </w:r>
      <w:r w:rsidR="005A2234">
        <w:t>д</w:t>
      </w:r>
      <w:r w:rsidR="00C30B82" w:rsidRPr="00C30B82">
        <w:t>ов</w:t>
      </w:r>
      <w:bookmarkEnd w:id="1"/>
      <w:r w:rsidR="00C30B82" w:rsidRPr="00C30B82">
        <w:t>»</w:t>
      </w:r>
      <w:r>
        <w:t xml:space="preserve"> следующие изменения:</w:t>
      </w:r>
    </w:p>
    <w:p w:rsidR="00C454AC" w:rsidRDefault="00C454AC" w:rsidP="00321105">
      <w:pPr>
        <w:ind w:right="-5"/>
        <w:jc w:val="both"/>
      </w:pPr>
    </w:p>
    <w:p w:rsidR="00876534" w:rsidRDefault="00C95618" w:rsidP="00876534">
      <w:pPr>
        <w:ind w:right="-5"/>
        <w:jc w:val="both"/>
      </w:pPr>
      <w:r>
        <w:rPr>
          <w:b/>
        </w:rPr>
        <w:t>1.</w:t>
      </w:r>
      <w:r w:rsidR="00C454AC">
        <w:t>Пункт 1 изложить в следующей редакции:</w:t>
      </w:r>
    </w:p>
    <w:p w:rsidR="00876534" w:rsidRDefault="00C454AC" w:rsidP="00876534">
      <w:pPr>
        <w:ind w:right="-5"/>
        <w:jc w:val="both"/>
      </w:pPr>
      <w:r>
        <w:t>«</w:t>
      </w:r>
      <w:r w:rsidR="00876534">
        <w:t>Утвердить основные характеристики бюджета муниципального образования «Городское поселение город Юхнов» на 202</w:t>
      </w:r>
      <w:r w:rsidR="00547C29">
        <w:t>2</w:t>
      </w:r>
      <w:r w:rsidR="00876534">
        <w:t xml:space="preserve"> год: </w:t>
      </w:r>
    </w:p>
    <w:p w:rsidR="00876534" w:rsidRDefault="00876534" w:rsidP="00876534">
      <w:pPr>
        <w:ind w:right="-5"/>
        <w:jc w:val="both"/>
      </w:pPr>
      <w:r>
        <w:t xml:space="preserve">    общий</w:t>
      </w:r>
      <w:r w:rsidR="001C1E50">
        <w:t xml:space="preserve"> объем доходов бюджета в сумме</w:t>
      </w:r>
      <w:r w:rsidR="00A22FE5">
        <w:t xml:space="preserve"> </w:t>
      </w:r>
      <w:r w:rsidR="00AE3F5B" w:rsidRPr="00AE3F5B">
        <w:t>133</w:t>
      </w:r>
      <w:r w:rsidR="00AE3F5B">
        <w:t> </w:t>
      </w:r>
      <w:r w:rsidR="00AE3F5B" w:rsidRPr="00AE3F5B">
        <w:t>763</w:t>
      </w:r>
      <w:r w:rsidR="00AE3F5B">
        <w:t xml:space="preserve"> </w:t>
      </w:r>
      <w:r w:rsidR="00AE3F5B" w:rsidRPr="00AE3F5B">
        <w:t>922,73</w:t>
      </w:r>
      <w:r w:rsidR="00AE3F5B">
        <w:t xml:space="preserve"> </w:t>
      </w:r>
      <w:r>
        <w:t>рубл</w:t>
      </w:r>
      <w:r w:rsidR="00AE3F5B">
        <w:t>я</w:t>
      </w:r>
      <w:r>
        <w:t>, в том числе объем бе</w:t>
      </w:r>
      <w:r>
        <w:t>з</w:t>
      </w:r>
      <w:r>
        <w:t>возмездных поступлений в сумме</w:t>
      </w:r>
      <w:r w:rsidR="00A22FE5">
        <w:t xml:space="preserve"> </w:t>
      </w:r>
      <w:r>
        <w:t xml:space="preserve"> </w:t>
      </w:r>
      <w:r w:rsidR="00AE3F5B" w:rsidRPr="00AE3F5B">
        <w:t>94</w:t>
      </w:r>
      <w:r w:rsidR="00AE3F5B">
        <w:t> </w:t>
      </w:r>
      <w:r w:rsidR="00AE3F5B" w:rsidRPr="00AE3F5B">
        <w:t>802</w:t>
      </w:r>
      <w:r w:rsidR="00AE3F5B">
        <w:t xml:space="preserve"> </w:t>
      </w:r>
      <w:r w:rsidR="00AE3F5B" w:rsidRPr="00AE3F5B">
        <w:t>698,6</w:t>
      </w:r>
      <w:r w:rsidR="00AE3F5B">
        <w:t xml:space="preserve">0 </w:t>
      </w:r>
      <w:r>
        <w:t>рубл</w:t>
      </w:r>
      <w:r w:rsidR="00646B5F">
        <w:t>ей</w:t>
      </w:r>
      <w:r>
        <w:t>;</w:t>
      </w:r>
    </w:p>
    <w:p w:rsidR="00876534" w:rsidRDefault="00876534" w:rsidP="00876534">
      <w:pPr>
        <w:ind w:right="-5"/>
        <w:jc w:val="both"/>
      </w:pPr>
      <w:r>
        <w:t xml:space="preserve">     общий объем расходов бюджета городского поселения  в сумме </w:t>
      </w:r>
      <w:r w:rsidR="00AE3F5B" w:rsidRPr="00AE3F5B">
        <w:t>144</w:t>
      </w:r>
      <w:r w:rsidR="00AE3F5B">
        <w:t> </w:t>
      </w:r>
      <w:r w:rsidR="00AE3F5B" w:rsidRPr="00AE3F5B">
        <w:t>255</w:t>
      </w:r>
      <w:r w:rsidR="00AE3F5B">
        <w:t xml:space="preserve"> </w:t>
      </w:r>
      <w:r w:rsidR="00AE3F5B" w:rsidRPr="00AE3F5B">
        <w:t>120,7</w:t>
      </w:r>
      <w:r w:rsidR="00AE3F5B">
        <w:t xml:space="preserve">7 </w:t>
      </w:r>
      <w:r>
        <w:t>рубл</w:t>
      </w:r>
      <w:r w:rsidR="00AE3F5B">
        <w:t>ей;</w:t>
      </w:r>
    </w:p>
    <w:p w:rsidR="00876534" w:rsidRDefault="00876534" w:rsidP="00876534">
      <w:pPr>
        <w:ind w:right="-5"/>
        <w:jc w:val="both"/>
      </w:pPr>
      <w:r>
        <w:t xml:space="preserve">     объем бюджетных ассигнований Дорожного фонда муниципального образования «Г</w:t>
      </w:r>
      <w:r>
        <w:t>о</w:t>
      </w:r>
      <w:r>
        <w:t>родское п</w:t>
      </w:r>
      <w:r w:rsidR="001C1E50">
        <w:t>оселение город Юхнов»  в сумме 1</w:t>
      </w:r>
      <w:r w:rsidR="005A0FB3">
        <w:t> 820 720</w:t>
      </w:r>
      <w:r w:rsidR="001C1E50">
        <w:t xml:space="preserve">,00 </w:t>
      </w:r>
      <w:r>
        <w:t>рубл</w:t>
      </w:r>
      <w:r w:rsidR="001C1E50">
        <w:t>ей</w:t>
      </w:r>
      <w:r>
        <w:t>;</w:t>
      </w:r>
    </w:p>
    <w:p w:rsidR="00876534" w:rsidRDefault="00876534" w:rsidP="00876534">
      <w:pPr>
        <w:ind w:right="-5"/>
        <w:jc w:val="both"/>
      </w:pPr>
      <w:r>
        <w:t xml:space="preserve">    нормативную величину резервного фонда муниципального образования ГП «Город Юхнов» в сумме  30 000 рублей;</w:t>
      </w:r>
    </w:p>
    <w:p w:rsidR="0017366C" w:rsidRDefault="00876534" w:rsidP="0017366C">
      <w:pPr>
        <w:ind w:right="-5"/>
        <w:jc w:val="both"/>
      </w:pPr>
      <w:r>
        <w:t xml:space="preserve">    </w:t>
      </w:r>
      <w:r w:rsidR="0017366C">
        <w:t xml:space="preserve">    верхний предел муниципального внутреннего долга муниципального образования «Городское поселение город Юхнов»  на 1 января 2023 года в сумме  3 800 000,00  рублей, в том числе верхний предел долга по муниципальным гарантиям 0,00 рублей;</w:t>
      </w:r>
    </w:p>
    <w:p w:rsidR="00C454AC" w:rsidRDefault="00876534" w:rsidP="00E600EB">
      <w:pPr>
        <w:ind w:right="-5"/>
        <w:jc w:val="both"/>
      </w:pPr>
      <w:r>
        <w:t xml:space="preserve">    дефицит бюджет</w:t>
      </w:r>
      <w:r w:rsidR="00DC3309">
        <w:t xml:space="preserve">а городского поселения в сумме </w:t>
      </w:r>
      <w:r w:rsidR="00AE3F5B">
        <w:t xml:space="preserve"> 10 4</w:t>
      </w:r>
      <w:r w:rsidR="005D72AD">
        <w:t>91 198 ,04</w:t>
      </w:r>
      <w:r>
        <w:t xml:space="preserve"> рубл</w:t>
      </w:r>
      <w:r w:rsidR="005D72AD">
        <w:t>я</w:t>
      </w:r>
      <w:r>
        <w:t>».</w:t>
      </w:r>
    </w:p>
    <w:p w:rsidR="006C1B94" w:rsidRDefault="006C1B94" w:rsidP="00E600EB">
      <w:pPr>
        <w:ind w:right="-5"/>
        <w:jc w:val="both"/>
      </w:pPr>
    </w:p>
    <w:p w:rsidR="00C454AC" w:rsidRDefault="00C454AC" w:rsidP="00E600EB">
      <w:pPr>
        <w:ind w:right="-5"/>
        <w:jc w:val="both"/>
      </w:pPr>
    </w:p>
    <w:p w:rsidR="00C454AC" w:rsidRDefault="00131676" w:rsidP="00131676">
      <w:pPr>
        <w:spacing w:after="120"/>
        <w:jc w:val="both"/>
      </w:pPr>
      <w:r w:rsidRPr="001123FB">
        <w:rPr>
          <w:b/>
        </w:rPr>
        <w:lastRenderedPageBreak/>
        <w:t xml:space="preserve">    2.</w:t>
      </w:r>
      <w:r w:rsidR="00C454AC">
        <w:t xml:space="preserve">Внести изменения  в приложения </w:t>
      </w:r>
      <w:r w:rsidR="00F2732A">
        <w:t xml:space="preserve">№ 2, </w:t>
      </w:r>
      <w:r w:rsidR="00C454AC">
        <w:t>№ 4, № 8, № 10 согласно приложениям № 1, № 2, № 3, № 4</w:t>
      </w:r>
      <w:r w:rsidR="0017366C">
        <w:t xml:space="preserve"> </w:t>
      </w:r>
      <w:r w:rsidR="00C454AC">
        <w:t xml:space="preserve"> к настоящему решению соответственно.</w:t>
      </w:r>
    </w:p>
    <w:p w:rsidR="00C42054" w:rsidRDefault="00650113" w:rsidP="00321105">
      <w:pPr>
        <w:ind w:right="-5"/>
        <w:jc w:val="both"/>
      </w:pPr>
      <w:r>
        <w:rPr>
          <w:b/>
        </w:rPr>
        <w:t>3</w:t>
      </w:r>
      <w:r w:rsidR="00C42054" w:rsidRPr="00CA1AEF">
        <w:rPr>
          <w:b/>
        </w:rPr>
        <w:t>.</w:t>
      </w:r>
      <w:r w:rsidR="00C42054">
        <w:t>Настоящее Решение вступает в силу с момента подписания и применяется кправоотн</w:t>
      </w:r>
      <w:r w:rsidR="00C42054">
        <w:t>о</w:t>
      </w:r>
      <w:r w:rsidR="00C42054">
        <w:t xml:space="preserve">шениям по формированию бюджета муниципального образования «Городское поселение город Юхнов» на </w:t>
      </w:r>
      <w:r>
        <w:t>202</w:t>
      </w:r>
      <w:r w:rsidR="002E1008">
        <w:t>2</w:t>
      </w:r>
      <w:r w:rsidR="00F34887">
        <w:t xml:space="preserve"> год и на плановый период 202</w:t>
      </w:r>
      <w:r w:rsidR="002E1008">
        <w:t>3</w:t>
      </w:r>
      <w:r w:rsidR="00E407D5" w:rsidRPr="00C30B82">
        <w:t xml:space="preserve"> и 202</w:t>
      </w:r>
      <w:r w:rsidR="002E1008">
        <w:t>4</w:t>
      </w:r>
      <w:r w:rsidR="00E407D5" w:rsidRPr="00C30B82">
        <w:t xml:space="preserve"> годов</w:t>
      </w:r>
      <w:r w:rsidR="002F10F9">
        <w:t>»</w:t>
      </w:r>
      <w:r w:rsidR="00C42054">
        <w:t>.</w:t>
      </w:r>
    </w:p>
    <w:p w:rsidR="00323756" w:rsidRPr="00061144" w:rsidRDefault="00323756" w:rsidP="00321105">
      <w:pPr>
        <w:jc w:val="both"/>
        <w:outlineLvl w:val="0"/>
      </w:pPr>
    </w:p>
    <w:p w:rsidR="00E0316E" w:rsidRDefault="00E0316E" w:rsidP="00E95F39">
      <w:pPr>
        <w:pStyle w:val="4"/>
        <w:rPr>
          <w:sz w:val="24"/>
        </w:rPr>
      </w:pPr>
    </w:p>
    <w:p w:rsidR="00C916CD" w:rsidRPr="00C916CD" w:rsidRDefault="00C916CD" w:rsidP="00C916CD"/>
    <w:p w:rsidR="00E95F39" w:rsidRDefault="00113AD4" w:rsidP="00E95F39">
      <w:pPr>
        <w:pStyle w:val="4"/>
        <w:rPr>
          <w:sz w:val="24"/>
        </w:rPr>
      </w:pPr>
      <w:r w:rsidRPr="00061144">
        <w:rPr>
          <w:sz w:val="24"/>
        </w:rPr>
        <w:t xml:space="preserve">Глава </w:t>
      </w:r>
      <w:r w:rsidR="00E95F39" w:rsidRPr="00E95F39">
        <w:rPr>
          <w:sz w:val="24"/>
        </w:rPr>
        <w:t>муниципального образования</w:t>
      </w:r>
    </w:p>
    <w:p w:rsidR="00FD086D" w:rsidRPr="00F34887" w:rsidRDefault="00E95F39" w:rsidP="00E95F39">
      <w:pPr>
        <w:pStyle w:val="4"/>
      </w:pPr>
      <w:r w:rsidRPr="00E95F39">
        <w:rPr>
          <w:sz w:val="24"/>
        </w:rPr>
        <w:t>«Городское поселение город Юхнов»</w:t>
      </w:r>
      <w:r w:rsidR="00FD086D" w:rsidRPr="00061144">
        <w:rPr>
          <w:b w:val="0"/>
        </w:rPr>
        <w:tab/>
      </w:r>
      <w:r w:rsidR="00FD086D" w:rsidRPr="00061144">
        <w:rPr>
          <w:b w:val="0"/>
        </w:rPr>
        <w:tab/>
      </w:r>
      <w:r w:rsidR="00FD086D" w:rsidRPr="00061144">
        <w:rPr>
          <w:b w:val="0"/>
        </w:rPr>
        <w:tab/>
      </w:r>
      <w:r w:rsidR="00A22FE5">
        <w:rPr>
          <w:b w:val="0"/>
        </w:rPr>
        <w:t xml:space="preserve">                          </w:t>
      </w:r>
      <w:r w:rsidR="00DC3309">
        <w:rPr>
          <w:sz w:val="24"/>
        </w:rPr>
        <w:t>Т.Н. Шамарина</w:t>
      </w:r>
    </w:p>
    <w:sectPr w:rsidR="00FD086D" w:rsidRPr="00F34887" w:rsidSect="008E52F7">
      <w:headerReference w:type="even" r:id="rId9"/>
      <w:headerReference w:type="default" r:id="rId10"/>
      <w:footerReference w:type="default" r:id="rId11"/>
      <w:pgSz w:w="11906" w:h="16838"/>
      <w:pgMar w:top="851" w:right="851" w:bottom="851" w:left="1701" w:header="539" w:footer="10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FE5" w:rsidRDefault="00A22FE5">
      <w:r>
        <w:separator/>
      </w:r>
    </w:p>
  </w:endnote>
  <w:endnote w:type="continuationSeparator" w:id="1">
    <w:p w:rsidR="00A22FE5" w:rsidRDefault="00A22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E5" w:rsidRDefault="00A22FE5">
    <w:pPr>
      <w:pStyle w:val="a4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FE5" w:rsidRDefault="00A22FE5">
      <w:r>
        <w:separator/>
      </w:r>
    </w:p>
  </w:footnote>
  <w:footnote w:type="continuationSeparator" w:id="1">
    <w:p w:rsidR="00A22FE5" w:rsidRDefault="00A22F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E5" w:rsidRDefault="0012237E" w:rsidP="00113AD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2FE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FE5" w:rsidRDefault="00A22FE5" w:rsidP="00B7379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FE5" w:rsidRDefault="0012237E" w:rsidP="00113AD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2FE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366C">
      <w:rPr>
        <w:rStyle w:val="a6"/>
        <w:noProof/>
      </w:rPr>
      <w:t>2</w:t>
    </w:r>
    <w:r>
      <w:rPr>
        <w:rStyle w:val="a6"/>
      </w:rPr>
      <w:fldChar w:fldCharType="end"/>
    </w:r>
  </w:p>
  <w:p w:rsidR="00A22FE5" w:rsidRDefault="00A22FE5" w:rsidP="00B73792">
    <w:pPr>
      <w:pStyle w:val="a3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4E3B10"/>
    <w:multiLevelType w:val="hybridMultilevel"/>
    <w:tmpl w:val="97A2C360"/>
    <w:lvl w:ilvl="0" w:tplc="F0B0286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E2B5F"/>
    <w:multiLevelType w:val="hybridMultilevel"/>
    <w:tmpl w:val="7A604308"/>
    <w:lvl w:ilvl="0" w:tplc="DB201B8C">
      <w:start w:val="9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>
    <w:nsid w:val="1F2B597F"/>
    <w:multiLevelType w:val="hybridMultilevel"/>
    <w:tmpl w:val="D17C3BA6"/>
    <w:lvl w:ilvl="0" w:tplc="D7325146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042399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9A7593"/>
    <w:multiLevelType w:val="hybridMultilevel"/>
    <w:tmpl w:val="33F2168A"/>
    <w:lvl w:ilvl="0" w:tplc="F77CE764">
      <w:start w:val="1"/>
      <w:numFmt w:val="decimal"/>
      <w:lvlText w:val="%1."/>
      <w:lvlJc w:val="right"/>
      <w:pPr>
        <w:tabs>
          <w:tab w:val="num" w:pos="964"/>
        </w:tabs>
        <w:ind w:left="114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9">
    <w:nsid w:val="4A80439F"/>
    <w:multiLevelType w:val="hybridMultilevel"/>
    <w:tmpl w:val="89F03B8A"/>
    <w:lvl w:ilvl="0" w:tplc="A6C8EA2C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0">
    <w:nsid w:val="4B221D13"/>
    <w:multiLevelType w:val="hybridMultilevel"/>
    <w:tmpl w:val="64AC8F3C"/>
    <w:lvl w:ilvl="0" w:tplc="E2825BD4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5B644A7A"/>
    <w:multiLevelType w:val="multilevel"/>
    <w:tmpl w:val="D17C3BA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724197"/>
    <w:multiLevelType w:val="hybridMultilevel"/>
    <w:tmpl w:val="20220BC8"/>
    <w:lvl w:ilvl="0" w:tplc="5C5E1C34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A95D03"/>
    <w:multiLevelType w:val="hybridMultilevel"/>
    <w:tmpl w:val="E9702A04"/>
    <w:lvl w:ilvl="0" w:tplc="2D20B44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B9A3419"/>
    <w:multiLevelType w:val="hybridMultilevel"/>
    <w:tmpl w:val="54BAE09E"/>
    <w:lvl w:ilvl="0" w:tplc="DF78C2D8">
      <w:start w:val="13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7">
    <w:nsid w:val="79A1705C"/>
    <w:multiLevelType w:val="hybridMultilevel"/>
    <w:tmpl w:val="1BBA20D6"/>
    <w:lvl w:ilvl="0" w:tplc="01626144">
      <w:start w:val="2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5"/>
  </w:num>
  <w:num w:numId="7">
    <w:abstractNumId w:val="14"/>
  </w:num>
  <w:num w:numId="8">
    <w:abstractNumId w:val="16"/>
  </w:num>
  <w:num w:numId="9">
    <w:abstractNumId w:val="10"/>
  </w:num>
  <w:num w:numId="10">
    <w:abstractNumId w:val="1"/>
  </w:num>
  <w:num w:numId="1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6"/>
  </w:num>
  <w:num w:numId="17">
    <w:abstractNumId w:val="11"/>
  </w:num>
  <w:num w:numId="18">
    <w:abstractNumId w:val="15"/>
  </w:num>
  <w:num w:numId="19">
    <w:abstractNumId w:val="1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E54DB2"/>
    <w:rsid w:val="000000B7"/>
    <w:rsid w:val="00004A62"/>
    <w:rsid w:val="0001065F"/>
    <w:rsid w:val="00015F41"/>
    <w:rsid w:val="00017AAA"/>
    <w:rsid w:val="00021C4A"/>
    <w:rsid w:val="0002424A"/>
    <w:rsid w:val="00024A2F"/>
    <w:rsid w:val="00024C95"/>
    <w:rsid w:val="00037237"/>
    <w:rsid w:val="00046E7F"/>
    <w:rsid w:val="00061144"/>
    <w:rsid w:val="00071983"/>
    <w:rsid w:val="00071ABB"/>
    <w:rsid w:val="0008399F"/>
    <w:rsid w:val="000839F4"/>
    <w:rsid w:val="00093E39"/>
    <w:rsid w:val="000947E8"/>
    <w:rsid w:val="000A0A07"/>
    <w:rsid w:val="000A20A5"/>
    <w:rsid w:val="000A6449"/>
    <w:rsid w:val="000A70D8"/>
    <w:rsid w:val="000B4CA3"/>
    <w:rsid w:val="000B5C7A"/>
    <w:rsid w:val="000C37DB"/>
    <w:rsid w:val="000C5F2C"/>
    <w:rsid w:val="000C7B61"/>
    <w:rsid w:val="000C7E18"/>
    <w:rsid w:val="000D03A6"/>
    <w:rsid w:val="000E1126"/>
    <w:rsid w:val="000E20B0"/>
    <w:rsid w:val="001002DF"/>
    <w:rsid w:val="001020AC"/>
    <w:rsid w:val="0010318C"/>
    <w:rsid w:val="00103F9E"/>
    <w:rsid w:val="001123FB"/>
    <w:rsid w:val="00113AD4"/>
    <w:rsid w:val="001206AC"/>
    <w:rsid w:val="0012237E"/>
    <w:rsid w:val="00123AB8"/>
    <w:rsid w:val="00131676"/>
    <w:rsid w:val="001343C2"/>
    <w:rsid w:val="00137F90"/>
    <w:rsid w:val="001410AC"/>
    <w:rsid w:val="00141A26"/>
    <w:rsid w:val="001428CB"/>
    <w:rsid w:val="00152202"/>
    <w:rsid w:val="00163B74"/>
    <w:rsid w:val="00163B98"/>
    <w:rsid w:val="0017101E"/>
    <w:rsid w:val="0017366C"/>
    <w:rsid w:val="001736AB"/>
    <w:rsid w:val="001745CE"/>
    <w:rsid w:val="0018336E"/>
    <w:rsid w:val="00183F91"/>
    <w:rsid w:val="0018747B"/>
    <w:rsid w:val="00191D15"/>
    <w:rsid w:val="00191D85"/>
    <w:rsid w:val="00193120"/>
    <w:rsid w:val="00194D50"/>
    <w:rsid w:val="001A5F86"/>
    <w:rsid w:val="001B5E5F"/>
    <w:rsid w:val="001C1E50"/>
    <w:rsid w:val="001C3759"/>
    <w:rsid w:val="001C66DF"/>
    <w:rsid w:val="001D0366"/>
    <w:rsid w:val="001D2AFB"/>
    <w:rsid w:val="001D3AFC"/>
    <w:rsid w:val="001D51EB"/>
    <w:rsid w:val="001D6A65"/>
    <w:rsid w:val="001D7366"/>
    <w:rsid w:val="001F7FDC"/>
    <w:rsid w:val="002008A4"/>
    <w:rsid w:val="002052AF"/>
    <w:rsid w:val="0020633B"/>
    <w:rsid w:val="00212CBA"/>
    <w:rsid w:val="0022203A"/>
    <w:rsid w:val="0022750E"/>
    <w:rsid w:val="002307C9"/>
    <w:rsid w:val="0024240D"/>
    <w:rsid w:val="0025779D"/>
    <w:rsid w:val="002639DF"/>
    <w:rsid w:val="00272C12"/>
    <w:rsid w:val="00282425"/>
    <w:rsid w:val="0029784D"/>
    <w:rsid w:val="002A1221"/>
    <w:rsid w:val="002A1572"/>
    <w:rsid w:val="002A19B2"/>
    <w:rsid w:val="002A4B3E"/>
    <w:rsid w:val="002B126D"/>
    <w:rsid w:val="002B1561"/>
    <w:rsid w:val="002B671C"/>
    <w:rsid w:val="002C349D"/>
    <w:rsid w:val="002C3730"/>
    <w:rsid w:val="002C4002"/>
    <w:rsid w:val="002C64BB"/>
    <w:rsid w:val="002E1008"/>
    <w:rsid w:val="002E5264"/>
    <w:rsid w:val="002E687D"/>
    <w:rsid w:val="002F0727"/>
    <w:rsid w:val="002F10F9"/>
    <w:rsid w:val="002F32ED"/>
    <w:rsid w:val="002F6C9B"/>
    <w:rsid w:val="003049BB"/>
    <w:rsid w:val="00305E15"/>
    <w:rsid w:val="00311F3C"/>
    <w:rsid w:val="00321105"/>
    <w:rsid w:val="00323756"/>
    <w:rsid w:val="00325EDC"/>
    <w:rsid w:val="003372C8"/>
    <w:rsid w:val="0034246D"/>
    <w:rsid w:val="003460F0"/>
    <w:rsid w:val="0034701C"/>
    <w:rsid w:val="0035170D"/>
    <w:rsid w:val="0036563E"/>
    <w:rsid w:val="003733CE"/>
    <w:rsid w:val="0037348D"/>
    <w:rsid w:val="00374137"/>
    <w:rsid w:val="003741A6"/>
    <w:rsid w:val="00390B43"/>
    <w:rsid w:val="003979CA"/>
    <w:rsid w:val="003B10F3"/>
    <w:rsid w:val="003B4B4F"/>
    <w:rsid w:val="003B63C4"/>
    <w:rsid w:val="003C3B43"/>
    <w:rsid w:val="003C4EC9"/>
    <w:rsid w:val="003C5DE9"/>
    <w:rsid w:val="003C6260"/>
    <w:rsid w:val="003C75B9"/>
    <w:rsid w:val="003C76B0"/>
    <w:rsid w:val="003C7CE5"/>
    <w:rsid w:val="003D0EE0"/>
    <w:rsid w:val="003D5799"/>
    <w:rsid w:val="003F6AC3"/>
    <w:rsid w:val="00400773"/>
    <w:rsid w:val="0041499B"/>
    <w:rsid w:val="00427B0C"/>
    <w:rsid w:val="00444C4C"/>
    <w:rsid w:val="00446E1B"/>
    <w:rsid w:val="00453E24"/>
    <w:rsid w:val="0046241B"/>
    <w:rsid w:val="00462F31"/>
    <w:rsid w:val="00471D1B"/>
    <w:rsid w:val="00472B49"/>
    <w:rsid w:val="0047369E"/>
    <w:rsid w:val="00477B05"/>
    <w:rsid w:val="004A4788"/>
    <w:rsid w:val="004B24BD"/>
    <w:rsid w:val="004B2BCB"/>
    <w:rsid w:val="004C09D7"/>
    <w:rsid w:val="004C547E"/>
    <w:rsid w:val="004C6B29"/>
    <w:rsid w:val="004D13CE"/>
    <w:rsid w:val="004D58A9"/>
    <w:rsid w:val="004D70DA"/>
    <w:rsid w:val="004E058A"/>
    <w:rsid w:val="004F069A"/>
    <w:rsid w:val="005009E2"/>
    <w:rsid w:val="00512EA1"/>
    <w:rsid w:val="005301D9"/>
    <w:rsid w:val="0053449D"/>
    <w:rsid w:val="0053717E"/>
    <w:rsid w:val="0054365B"/>
    <w:rsid w:val="00544AB9"/>
    <w:rsid w:val="00547C29"/>
    <w:rsid w:val="005530FB"/>
    <w:rsid w:val="00555C22"/>
    <w:rsid w:val="005722AB"/>
    <w:rsid w:val="00593F5A"/>
    <w:rsid w:val="00597887"/>
    <w:rsid w:val="005A0FB3"/>
    <w:rsid w:val="005A2234"/>
    <w:rsid w:val="005A302B"/>
    <w:rsid w:val="005A392B"/>
    <w:rsid w:val="005A3FEB"/>
    <w:rsid w:val="005B28C7"/>
    <w:rsid w:val="005D10CB"/>
    <w:rsid w:val="005D17CE"/>
    <w:rsid w:val="005D2ED7"/>
    <w:rsid w:val="005D72AD"/>
    <w:rsid w:val="005E7672"/>
    <w:rsid w:val="005F1123"/>
    <w:rsid w:val="005F3211"/>
    <w:rsid w:val="005F56A6"/>
    <w:rsid w:val="005F5D4F"/>
    <w:rsid w:val="005F64D0"/>
    <w:rsid w:val="006048FF"/>
    <w:rsid w:val="00613989"/>
    <w:rsid w:val="00625079"/>
    <w:rsid w:val="006270E6"/>
    <w:rsid w:val="0062751A"/>
    <w:rsid w:val="00631036"/>
    <w:rsid w:val="00635577"/>
    <w:rsid w:val="006415BF"/>
    <w:rsid w:val="00646B5F"/>
    <w:rsid w:val="00650113"/>
    <w:rsid w:val="00652CEB"/>
    <w:rsid w:val="006558F4"/>
    <w:rsid w:val="00657B79"/>
    <w:rsid w:val="006701A8"/>
    <w:rsid w:val="00686214"/>
    <w:rsid w:val="00695060"/>
    <w:rsid w:val="006A534E"/>
    <w:rsid w:val="006A6147"/>
    <w:rsid w:val="006A773B"/>
    <w:rsid w:val="006C1B94"/>
    <w:rsid w:val="006C4788"/>
    <w:rsid w:val="006D6685"/>
    <w:rsid w:val="006E0C12"/>
    <w:rsid w:val="006F7AA5"/>
    <w:rsid w:val="007010D4"/>
    <w:rsid w:val="007142C5"/>
    <w:rsid w:val="00717513"/>
    <w:rsid w:val="00723FE6"/>
    <w:rsid w:val="00725EA5"/>
    <w:rsid w:val="0073392E"/>
    <w:rsid w:val="00737BA8"/>
    <w:rsid w:val="00737FB3"/>
    <w:rsid w:val="007428A3"/>
    <w:rsid w:val="00744A19"/>
    <w:rsid w:val="00745647"/>
    <w:rsid w:val="0074789E"/>
    <w:rsid w:val="00751AF5"/>
    <w:rsid w:val="00765C1A"/>
    <w:rsid w:val="007705E7"/>
    <w:rsid w:val="00770F9E"/>
    <w:rsid w:val="00796C2C"/>
    <w:rsid w:val="007A169D"/>
    <w:rsid w:val="007C2CEC"/>
    <w:rsid w:val="007C2FD2"/>
    <w:rsid w:val="007C3856"/>
    <w:rsid w:val="007C5E41"/>
    <w:rsid w:val="007D2B7C"/>
    <w:rsid w:val="007D347E"/>
    <w:rsid w:val="008006E1"/>
    <w:rsid w:val="008174A3"/>
    <w:rsid w:val="008224B9"/>
    <w:rsid w:val="00826459"/>
    <w:rsid w:val="00832E3B"/>
    <w:rsid w:val="008670A9"/>
    <w:rsid w:val="00875421"/>
    <w:rsid w:val="00876534"/>
    <w:rsid w:val="00887769"/>
    <w:rsid w:val="008920A5"/>
    <w:rsid w:val="00894F9A"/>
    <w:rsid w:val="00896219"/>
    <w:rsid w:val="008A2F7C"/>
    <w:rsid w:val="008B6453"/>
    <w:rsid w:val="008C0D00"/>
    <w:rsid w:val="008C34AA"/>
    <w:rsid w:val="008C3C18"/>
    <w:rsid w:val="008D1B55"/>
    <w:rsid w:val="008D5464"/>
    <w:rsid w:val="008D623C"/>
    <w:rsid w:val="008E0745"/>
    <w:rsid w:val="008E3468"/>
    <w:rsid w:val="008E52F7"/>
    <w:rsid w:val="008E6EC8"/>
    <w:rsid w:val="008F3215"/>
    <w:rsid w:val="00901D7E"/>
    <w:rsid w:val="0090352A"/>
    <w:rsid w:val="009334B3"/>
    <w:rsid w:val="00937127"/>
    <w:rsid w:val="00940126"/>
    <w:rsid w:val="00941F07"/>
    <w:rsid w:val="00945315"/>
    <w:rsid w:val="00967036"/>
    <w:rsid w:val="00974618"/>
    <w:rsid w:val="009749A5"/>
    <w:rsid w:val="00977617"/>
    <w:rsid w:val="00986DE8"/>
    <w:rsid w:val="009876E0"/>
    <w:rsid w:val="009A0CAF"/>
    <w:rsid w:val="009B5DE0"/>
    <w:rsid w:val="009C655E"/>
    <w:rsid w:val="009E2DDD"/>
    <w:rsid w:val="009E6675"/>
    <w:rsid w:val="009E7B82"/>
    <w:rsid w:val="009F7457"/>
    <w:rsid w:val="00A02D0D"/>
    <w:rsid w:val="00A02F05"/>
    <w:rsid w:val="00A0529D"/>
    <w:rsid w:val="00A06F20"/>
    <w:rsid w:val="00A07B10"/>
    <w:rsid w:val="00A10817"/>
    <w:rsid w:val="00A10EE6"/>
    <w:rsid w:val="00A1146A"/>
    <w:rsid w:val="00A126BC"/>
    <w:rsid w:val="00A129B0"/>
    <w:rsid w:val="00A220C5"/>
    <w:rsid w:val="00A22FE5"/>
    <w:rsid w:val="00A27911"/>
    <w:rsid w:val="00A33243"/>
    <w:rsid w:val="00A400A2"/>
    <w:rsid w:val="00A433E3"/>
    <w:rsid w:val="00A5149E"/>
    <w:rsid w:val="00A579ED"/>
    <w:rsid w:val="00A760DC"/>
    <w:rsid w:val="00A8002E"/>
    <w:rsid w:val="00A8612B"/>
    <w:rsid w:val="00A96263"/>
    <w:rsid w:val="00AA731D"/>
    <w:rsid w:val="00AB3BCF"/>
    <w:rsid w:val="00AC51C6"/>
    <w:rsid w:val="00AC6CE4"/>
    <w:rsid w:val="00AD0E42"/>
    <w:rsid w:val="00AD5109"/>
    <w:rsid w:val="00AE3F5B"/>
    <w:rsid w:val="00AF3C11"/>
    <w:rsid w:val="00AF4409"/>
    <w:rsid w:val="00B24A21"/>
    <w:rsid w:val="00B2738B"/>
    <w:rsid w:val="00B343FF"/>
    <w:rsid w:val="00B35942"/>
    <w:rsid w:val="00B37943"/>
    <w:rsid w:val="00B41282"/>
    <w:rsid w:val="00B56893"/>
    <w:rsid w:val="00B72EA5"/>
    <w:rsid w:val="00B72F36"/>
    <w:rsid w:val="00B73792"/>
    <w:rsid w:val="00B762A8"/>
    <w:rsid w:val="00B80FE6"/>
    <w:rsid w:val="00B9269A"/>
    <w:rsid w:val="00BA4B3A"/>
    <w:rsid w:val="00BA76A2"/>
    <w:rsid w:val="00BA7E4D"/>
    <w:rsid w:val="00BB6AC3"/>
    <w:rsid w:val="00BC314A"/>
    <w:rsid w:val="00BC78F1"/>
    <w:rsid w:val="00BD6673"/>
    <w:rsid w:val="00BD7019"/>
    <w:rsid w:val="00BE0495"/>
    <w:rsid w:val="00BE0525"/>
    <w:rsid w:val="00BE3A67"/>
    <w:rsid w:val="00BE4BD3"/>
    <w:rsid w:val="00BF588F"/>
    <w:rsid w:val="00C02F60"/>
    <w:rsid w:val="00C05456"/>
    <w:rsid w:val="00C14439"/>
    <w:rsid w:val="00C22F53"/>
    <w:rsid w:val="00C30B82"/>
    <w:rsid w:val="00C36E35"/>
    <w:rsid w:val="00C42054"/>
    <w:rsid w:val="00C454AC"/>
    <w:rsid w:val="00C51E5D"/>
    <w:rsid w:val="00C53162"/>
    <w:rsid w:val="00C53538"/>
    <w:rsid w:val="00C56245"/>
    <w:rsid w:val="00C71DA3"/>
    <w:rsid w:val="00C72163"/>
    <w:rsid w:val="00C82EE3"/>
    <w:rsid w:val="00C83AC3"/>
    <w:rsid w:val="00C85B2A"/>
    <w:rsid w:val="00C916CD"/>
    <w:rsid w:val="00C95618"/>
    <w:rsid w:val="00C95E86"/>
    <w:rsid w:val="00CA1AEF"/>
    <w:rsid w:val="00CA2BDB"/>
    <w:rsid w:val="00CD6CE2"/>
    <w:rsid w:val="00CE0383"/>
    <w:rsid w:val="00CE2354"/>
    <w:rsid w:val="00CF0F10"/>
    <w:rsid w:val="00CF3887"/>
    <w:rsid w:val="00D0611E"/>
    <w:rsid w:val="00D1497A"/>
    <w:rsid w:val="00D206B5"/>
    <w:rsid w:val="00D210EC"/>
    <w:rsid w:val="00D31125"/>
    <w:rsid w:val="00D330AF"/>
    <w:rsid w:val="00D37752"/>
    <w:rsid w:val="00D411D9"/>
    <w:rsid w:val="00D4309A"/>
    <w:rsid w:val="00D543A1"/>
    <w:rsid w:val="00D57475"/>
    <w:rsid w:val="00D67C80"/>
    <w:rsid w:val="00D70F1C"/>
    <w:rsid w:val="00D710B3"/>
    <w:rsid w:val="00D71B9A"/>
    <w:rsid w:val="00D81908"/>
    <w:rsid w:val="00D81DD8"/>
    <w:rsid w:val="00D96390"/>
    <w:rsid w:val="00D9781C"/>
    <w:rsid w:val="00DA4DAE"/>
    <w:rsid w:val="00DA509F"/>
    <w:rsid w:val="00DA673B"/>
    <w:rsid w:val="00DB5B38"/>
    <w:rsid w:val="00DB77AC"/>
    <w:rsid w:val="00DC3309"/>
    <w:rsid w:val="00DC775B"/>
    <w:rsid w:val="00DD0852"/>
    <w:rsid w:val="00DD1C96"/>
    <w:rsid w:val="00DD391D"/>
    <w:rsid w:val="00DD3DFB"/>
    <w:rsid w:val="00DE6119"/>
    <w:rsid w:val="00DF336B"/>
    <w:rsid w:val="00E00369"/>
    <w:rsid w:val="00E013A9"/>
    <w:rsid w:val="00E01732"/>
    <w:rsid w:val="00E0316E"/>
    <w:rsid w:val="00E10C06"/>
    <w:rsid w:val="00E1107A"/>
    <w:rsid w:val="00E1571C"/>
    <w:rsid w:val="00E33A79"/>
    <w:rsid w:val="00E407D5"/>
    <w:rsid w:val="00E43152"/>
    <w:rsid w:val="00E44CBA"/>
    <w:rsid w:val="00E45370"/>
    <w:rsid w:val="00E4538B"/>
    <w:rsid w:val="00E45977"/>
    <w:rsid w:val="00E50CFA"/>
    <w:rsid w:val="00E54DB2"/>
    <w:rsid w:val="00E5683C"/>
    <w:rsid w:val="00E600EB"/>
    <w:rsid w:val="00E63562"/>
    <w:rsid w:val="00E70FA5"/>
    <w:rsid w:val="00E77A37"/>
    <w:rsid w:val="00E8479F"/>
    <w:rsid w:val="00E95F39"/>
    <w:rsid w:val="00E968B0"/>
    <w:rsid w:val="00EA10F6"/>
    <w:rsid w:val="00EC0F2E"/>
    <w:rsid w:val="00EC2BB4"/>
    <w:rsid w:val="00EC3D9B"/>
    <w:rsid w:val="00ED23CD"/>
    <w:rsid w:val="00ED31F5"/>
    <w:rsid w:val="00ED3D3A"/>
    <w:rsid w:val="00ED72E3"/>
    <w:rsid w:val="00EE26A2"/>
    <w:rsid w:val="00EF51CB"/>
    <w:rsid w:val="00EF6E6F"/>
    <w:rsid w:val="00F016CE"/>
    <w:rsid w:val="00F076D0"/>
    <w:rsid w:val="00F1251D"/>
    <w:rsid w:val="00F1400C"/>
    <w:rsid w:val="00F160C4"/>
    <w:rsid w:val="00F2732A"/>
    <w:rsid w:val="00F34887"/>
    <w:rsid w:val="00F34D67"/>
    <w:rsid w:val="00F52DC0"/>
    <w:rsid w:val="00F83E51"/>
    <w:rsid w:val="00F96B02"/>
    <w:rsid w:val="00FA5A0F"/>
    <w:rsid w:val="00FB1AA1"/>
    <w:rsid w:val="00FB67EE"/>
    <w:rsid w:val="00FC4758"/>
    <w:rsid w:val="00FC67F7"/>
    <w:rsid w:val="00FD086D"/>
    <w:rsid w:val="00FE263C"/>
    <w:rsid w:val="00FF0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E4"/>
    <w:rPr>
      <w:sz w:val="24"/>
      <w:szCs w:val="24"/>
    </w:rPr>
  </w:style>
  <w:style w:type="paragraph" w:styleId="1">
    <w:name w:val="heading 1"/>
    <w:basedOn w:val="a"/>
    <w:next w:val="a"/>
    <w:qFormat/>
    <w:rsid w:val="00AC6CE4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AC6CE4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AC6CE4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AC6CE4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AC6CE4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rsid w:val="00AC6CE4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3">
    <w:name w:val="header"/>
    <w:basedOn w:val="a"/>
    <w:rsid w:val="00AC6CE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6CE4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AC6CE4"/>
    <w:pPr>
      <w:ind w:right="-5" w:firstLine="540"/>
      <w:jc w:val="both"/>
    </w:pPr>
    <w:rPr>
      <w:sz w:val="26"/>
    </w:rPr>
  </w:style>
  <w:style w:type="character" w:styleId="a6">
    <w:name w:val="page number"/>
    <w:basedOn w:val="a0"/>
    <w:rsid w:val="00B73792"/>
  </w:style>
  <w:style w:type="paragraph" w:styleId="a7">
    <w:name w:val="Balloon Text"/>
    <w:basedOn w:val="a"/>
    <w:semiHidden/>
    <w:rsid w:val="00A12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C8E39-49D8-4765-BC27-A0E9F115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185</TotalTime>
  <Pages>2</Pages>
  <Words>308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subject/>
  <dc:creator>ЮНА</dc:creator>
  <cp:keywords/>
  <dc:description/>
  <cp:lastModifiedBy>user</cp:lastModifiedBy>
  <cp:revision>57</cp:revision>
  <cp:lastPrinted>2019-02-22T05:46:00Z</cp:lastPrinted>
  <dcterms:created xsi:type="dcterms:W3CDTF">2018-01-25T09:07:00Z</dcterms:created>
  <dcterms:modified xsi:type="dcterms:W3CDTF">2023-01-20T09:57:00Z</dcterms:modified>
</cp:coreProperties>
</file>